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52" w:rsidRPr="00B42449" w:rsidRDefault="00111B52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111B52" w:rsidRPr="00B42449" w:rsidRDefault="00111B52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Name___________</w:t>
      </w:r>
      <w:r>
        <w:rPr>
          <w:rFonts w:ascii="Comic Sans MS" w:hAnsi="Comic Sans MS" w:cs="Comic Sans MS"/>
          <w:sz w:val="28"/>
          <w:szCs w:val="28"/>
        </w:rPr>
        <w:t xml:space="preserve"> CASSIE QUINN</w:t>
      </w:r>
      <w:r w:rsidRPr="00B42449">
        <w:rPr>
          <w:rFonts w:ascii="Comic Sans MS" w:hAnsi="Comic Sans MS" w:cs="Comic Sans MS"/>
          <w:sz w:val="28"/>
          <w:szCs w:val="28"/>
        </w:rPr>
        <w:t>____________________</w:t>
      </w:r>
    </w:p>
    <w:p w:rsidR="00111B52" w:rsidRPr="00B42449" w:rsidRDefault="00111B52" w:rsidP="00A73723">
      <w:pPr>
        <w:rPr>
          <w:rFonts w:ascii="Comic Sans MS" w:hAnsi="Comic Sans MS" w:cs="Comic Sans MS"/>
          <w:sz w:val="28"/>
          <w:szCs w:val="28"/>
        </w:rPr>
      </w:pPr>
    </w:p>
    <w:p w:rsidR="00111B52" w:rsidRPr="00BC01EE" w:rsidRDefault="00111B52" w:rsidP="00BC01EE">
      <w:pPr>
        <w:pStyle w:val="ListParagraph"/>
        <w:numPr>
          <w:ilvl w:val="0"/>
          <w:numId w:val="1"/>
        </w:numPr>
        <w:rPr>
          <w:rFonts w:ascii="Albertus Extra Bold" w:hAnsi="Albertus Extra Bold" w:cs="Albertus Extra Bold"/>
          <w:sz w:val="36"/>
          <w:szCs w:val="36"/>
        </w:rPr>
      </w:pPr>
      <w:r w:rsidRPr="00BC01EE">
        <w:rPr>
          <w:rFonts w:ascii="Albertus Extra Bold" w:hAnsi="Albertus Extra Bold" w:cs="Albertus Extra Bold"/>
          <w:sz w:val="36"/>
          <w:szCs w:val="36"/>
        </w:rPr>
        <w:t>Which chapter in World History did you enjoy most this year and why?</w:t>
      </w:r>
    </w:p>
    <w:p w:rsidR="00111B52" w:rsidRPr="00BC01EE" w:rsidRDefault="00111B52" w:rsidP="00BC01EE">
      <w:pPr>
        <w:pStyle w:val="ListParagraph"/>
        <w:numPr>
          <w:ilvl w:val="0"/>
          <w:numId w:val="1"/>
        </w:numPr>
        <w:rPr>
          <w:rFonts w:ascii="Albertus Extra Bold" w:hAnsi="Albertus Extra Bold" w:cs="Albertus Extra Bold"/>
          <w:sz w:val="36"/>
          <w:szCs w:val="36"/>
        </w:rPr>
      </w:pPr>
      <w:r w:rsidRPr="00BC01EE">
        <w:rPr>
          <w:rFonts w:ascii="Albertus Extra Bold" w:hAnsi="Albertus Extra Bold" w:cs="Albertus Extra Bold"/>
          <w:sz w:val="36"/>
          <w:szCs w:val="36"/>
        </w:rPr>
        <w:t xml:space="preserve">Describe some of the things that you learned in that chapter. Is there a project that you completed that you enjoyed working </w:t>
      </w:r>
    </w:p>
    <w:p w:rsidR="00111B52" w:rsidRPr="00BC01EE" w:rsidRDefault="00111B52" w:rsidP="00BC01EE">
      <w:pPr>
        <w:pStyle w:val="ListParagraph"/>
        <w:numPr>
          <w:ilvl w:val="0"/>
          <w:numId w:val="1"/>
        </w:numPr>
        <w:rPr>
          <w:rFonts w:ascii="Albertus Extra Bold" w:hAnsi="Albertus Extra Bold" w:cs="Albertus Extra Bold"/>
          <w:sz w:val="36"/>
          <w:szCs w:val="36"/>
        </w:rPr>
      </w:pPr>
      <w:r w:rsidRPr="00BC01EE">
        <w:rPr>
          <w:rFonts w:ascii="Albertus Extra Bold" w:hAnsi="Albertus Extra Bold" w:cs="Albertus Extra Bold"/>
          <w:sz w:val="36"/>
          <w:szCs w:val="36"/>
        </w:rPr>
        <w:t xml:space="preserve">What new skills have you learned throughout the year? </w:t>
      </w:r>
    </w:p>
    <w:p w:rsidR="00111B52" w:rsidRPr="00BC01EE" w:rsidRDefault="00111B52" w:rsidP="00A73723">
      <w:pPr>
        <w:pStyle w:val="ListParagraph"/>
        <w:numPr>
          <w:ilvl w:val="0"/>
          <w:numId w:val="1"/>
        </w:numPr>
        <w:rPr>
          <w:rFonts w:ascii="Albertus Extra Bold" w:hAnsi="Albertus Extra Bold" w:cs="Albertus Extra Bold"/>
          <w:sz w:val="36"/>
          <w:szCs w:val="36"/>
        </w:rPr>
      </w:pPr>
      <w:r w:rsidRPr="00BC01EE">
        <w:rPr>
          <w:rFonts w:ascii="Albertus Extra Bold" w:hAnsi="Albertus Extra Bold" w:cs="Albertus Extra Bold"/>
          <w:sz w:val="36"/>
          <w:szCs w:val="36"/>
        </w:rPr>
        <w:t>How can you apply this knowledge to the real world?</w:t>
      </w:r>
    </w:p>
    <w:p w:rsidR="00111B52" w:rsidRPr="00B42449" w:rsidRDefault="00111B52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111B52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11B52"/>
    <w:rsid w:val="001C03A7"/>
    <w:rsid w:val="001F1BF1"/>
    <w:rsid w:val="002E5070"/>
    <w:rsid w:val="00426E02"/>
    <w:rsid w:val="00430FA7"/>
    <w:rsid w:val="004D7F35"/>
    <w:rsid w:val="005B6464"/>
    <w:rsid w:val="0062042C"/>
    <w:rsid w:val="006A79E0"/>
    <w:rsid w:val="0093489C"/>
    <w:rsid w:val="00A73723"/>
    <w:rsid w:val="00AB5889"/>
    <w:rsid w:val="00B206AC"/>
    <w:rsid w:val="00B34725"/>
    <w:rsid w:val="00B35C09"/>
    <w:rsid w:val="00B42449"/>
    <w:rsid w:val="00B80FF5"/>
    <w:rsid w:val="00BC01EE"/>
    <w:rsid w:val="00DA02E6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56</Words>
  <Characters>323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Administrator</cp:lastModifiedBy>
  <cp:revision>6</cp:revision>
  <cp:lastPrinted>2010-05-12T18:11:00Z</cp:lastPrinted>
  <dcterms:created xsi:type="dcterms:W3CDTF">2010-05-12T11:42:00Z</dcterms:created>
  <dcterms:modified xsi:type="dcterms:W3CDTF">2012-05-02T17:05:00Z</dcterms:modified>
</cp:coreProperties>
</file>